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179" w:rsidRPr="0092447B" w:rsidRDefault="00350179" w:rsidP="00350179">
      <w:pPr>
        <w:rPr>
          <w:rFonts w:asciiTheme="majorEastAsia" w:eastAsiaTheme="majorEastAsia" w:hAnsiTheme="majorEastAsia"/>
        </w:rPr>
      </w:pPr>
      <w:r w:rsidRPr="00046D40">
        <w:rPr>
          <w:rFonts w:asciiTheme="majorEastAsia" w:eastAsiaTheme="majorEastAsia" w:hAnsiTheme="majorEastAsia" w:hint="eastAsia"/>
        </w:rPr>
        <w:t>別紙</w:t>
      </w:r>
      <w:r w:rsidRPr="0092447B">
        <w:rPr>
          <w:rFonts w:asciiTheme="majorEastAsia" w:eastAsiaTheme="majorEastAsia" w:hAnsiTheme="majorEastAsia" w:hint="eastAsia"/>
        </w:rPr>
        <w:t>（様式</w:t>
      </w:r>
      <w:r>
        <w:rPr>
          <w:rFonts w:asciiTheme="majorEastAsia" w:eastAsiaTheme="majorEastAsia" w:hAnsiTheme="majorEastAsia" w:hint="eastAsia"/>
        </w:rPr>
        <w:t>7</w:t>
      </w:r>
      <w:r w:rsidRPr="0092447B">
        <w:rPr>
          <w:rFonts w:asciiTheme="majorEastAsia" w:eastAsiaTheme="majorEastAsia" w:hAnsiTheme="majorEastAsia" w:hint="eastAsia"/>
        </w:rPr>
        <w:t>）</w:t>
      </w:r>
    </w:p>
    <w:p w:rsidR="008F4605" w:rsidRDefault="008F4605">
      <w:r>
        <w:rPr>
          <w:rFonts w:hint="eastAsia"/>
        </w:rPr>
        <w:t>資料管理体制に関するアンケート調査</w:t>
      </w:r>
    </w:p>
    <w:p w:rsidR="008F4605" w:rsidRDefault="008F4605"/>
    <w:p w:rsidR="008F4605" w:rsidRDefault="008F4605">
      <w:pPr>
        <w:rPr>
          <w:u w:val="single"/>
        </w:rPr>
      </w:pPr>
      <w:r w:rsidRPr="008F4605">
        <w:rPr>
          <w:rFonts w:hint="eastAsia"/>
          <w:u w:val="single"/>
        </w:rPr>
        <w:t>館名</w:t>
      </w:r>
      <w:r>
        <w:rPr>
          <w:rFonts w:hint="eastAsia"/>
          <w:u w:val="single"/>
        </w:rPr>
        <w:t xml:space="preserve">　　　　　　　　　　　　　　　　　　　　　　　　　　</w:t>
      </w:r>
    </w:p>
    <w:p w:rsidR="008F4605" w:rsidRPr="008F4605" w:rsidRDefault="008F4605">
      <w:pPr>
        <w:rPr>
          <w:u w:val="single"/>
        </w:rPr>
      </w:pPr>
    </w:p>
    <w:p w:rsidR="008F4605" w:rsidRDefault="008F4605">
      <w:pPr>
        <w:rPr>
          <w:u w:val="single"/>
        </w:rPr>
      </w:pPr>
      <w:r w:rsidRPr="008F4605">
        <w:rPr>
          <w:rFonts w:hint="eastAsia"/>
          <w:u w:val="single"/>
        </w:rPr>
        <w:t>記入者</w:t>
      </w:r>
      <w:r>
        <w:rPr>
          <w:rFonts w:hint="eastAsia"/>
          <w:u w:val="single"/>
        </w:rPr>
        <w:t xml:space="preserve">（職名・氏名）　　　　　　　　　　　　　　　　　　　　　　　　</w:t>
      </w:r>
    </w:p>
    <w:p w:rsidR="008F4605" w:rsidRDefault="008F4605" w:rsidP="008F4605">
      <w:pPr>
        <w:rPr>
          <w:u w:val="single"/>
        </w:rPr>
      </w:pPr>
    </w:p>
    <w:p w:rsidR="008F4605" w:rsidRDefault="008F4605" w:rsidP="008F4605">
      <w:r w:rsidRPr="008F4605">
        <w:rPr>
          <w:rFonts w:hint="eastAsia"/>
        </w:rPr>
        <w:t>貸付資料を展示する</w:t>
      </w:r>
      <w:r>
        <w:rPr>
          <w:rFonts w:hint="eastAsia"/>
        </w:rPr>
        <w:t>展示室（</w:t>
      </w:r>
      <w:r w:rsidRPr="008F4605">
        <w:rPr>
          <w:rFonts w:hint="eastAsia"/>
        </w:rPr>
        <w:t>展示ケース</w:t>
      </w:r>
      <w:r>
        <w:rPr>
          <w:rFonts w:hint="eastAsia"/>
        </w:rPr>
        <w:t>）</w:t>
      </w:r>
      <w:r w:rsidRPr="008F4605">
        <w:rPr>
          <w:rFonts w:hint="eastAsia"/>
        </w:rPr>
        <w:t>、一時保管</w:t>
      </w:r>
      <w:r w:rsidR="004E55BA">
        <w:rPr>
          <w:rFonts w:hint="eastAsia"/>
        </w:rPr>
        <w:t>を行う収蔵庫</w:t>
      </w:r>
      <w:r w:rsidRPr="008F4605">
        <w:rPr>
          <w:rFonts w:hint="eastAsia"/>
        </w:rPr>
        <w:t>の管理体制に関するアンケート調査を行います。各項目にご回答ください。</w:t>
      </w:r>
    </w:p>
    <w:p w:rsidR="008F4605" w:rsidRDefault="008F4605" w:rsidP="008F4605"/>
    <w:p w:rsidR="008F4605" w:rsidRPr="000576D8" w:rsidRDefault="008F4605" w:rsidP="008F4605">
      <w:pPr>
        <w:pStyle w:val="a3"/>
        <w:numPr>
          <w:ilvl w:val="0"/>
          <w:numId w:val="3"/>
        </w:numPr>
        <w:ind w:leftChars="0"/>
        <w:rPr>
          <w:b/>
          <w:u w:val="single"/>
        </w:rPr>
      </w:pPr>
      <w:r w:rsidRPr="000576D8">
        <w:rPr>
          <w:rFonts w:hint="eastAsia"/>
          <w:b/>
          <w:u w:val="single"/>
        </w:rPr>
        <w:t>防火体制について</w:t>
      </w:r>
    </w:p>
    <w:p w:rsidR="008F4605" w:rsidRDefault="008F4605" w:rsidP="008F4605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各場所の火災発見装置についてご記入ください。</w:t>
      </w:r>
    </w:p>
    <w:p w:rsidR="008F4605" w:rsidRDefault="00836FEE" w:rsidP="008F4605">
      <w:pPr>
        <w:rPr>
          <w:bdr w:val="single" w:sz="4" w:space="0" w:color="auto"/>
        </w:rPr>
      </w:pPr>
      <w:r>
        <w:rPr>
          <w:rFonts w:hint="eastAsia"/>
        </w:rPr>
        <w:t>展示室：</w:t>
      </w:r>
    </w:p>
    <w:p w:rsidR="008F4605" w:rsidRDefault="008F4605" w:rsidP="008F4605">
      <w:pPr>
        <w:rPr>
          <w:bdr w:val="single" w:sz="4" w:space="0" w:color="auto"/>
        </w:rPr>
      </w:pPr>
    </w:p>
    <w:p w:rsidR="004E55BA" w:rsidRDefault="004E55BA" w:rsidP="008F4605">
      <w:pPr>
        <w:rPr>
          <w:bdr w:val="single" w:sz="4" w:space="0" w:color="auto"/>
        </w:rPr>
      </w:pPr>
    </w:p>
    <w:p w:rsidR="004E55BA" w:rsidRPr="00836FEE" w:rsidRDefault="00836FEE" w:rsidP="008F4605">
      <w:r w:rsidRPr="00836FEE">
        <w:rPr>
          <w:rFonts w:hint="eastAsia"/>
        </w:rPr>
        <w:t>収蔵庫</w:t>
      </w:r>
      <w:r>
        <w:rPr>
          <w:rFonts w:hint="eastAsia"/>
        </w:rPr>
        <w:t>：</w:t>
      </w:r>
    </w:p>
    <w:p w:rsidR="00836FEE" w:rsidRDefault="00836FEE" w:rsidP="008F4605">
      <w:pPr>
        <w:rPr>
          <w:bdr w:val="single" w:sz="4" w:space="0" w:color="auto"/>
        </w:rPr>
      </w:pPr>
    </w:p>
    <w:p w:rsidR="00836FEE" w:rsidRDefault="00836FEE" w:rsidP="008F4605">
      <w:pPr>
        <w:rPr>
          <w:bdr w:val="single" w:sz="4" w:space="0" w:color="auto"/>
        </w:rPr>
      </w:pPr>
    </w:p>
    <w:p w:rsidR="008F4605" w:rsidRDefault="008F4605" w:rsidP="000576D8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各場所の消火設備を</w:t>
      </w:r>
      <w:r w:rsidR="000576D8">
        <w:rPr>
          <w:rFonts w:hint="eastAsia"/>
        </w:rPr>
        <w:t>ご記入ください。スプリンクラーの場合は、元栓による放水停止の可否についてもご記入ください。</w:t>
      </w:r>
    </w:p>
    <w:p w:rsidR="000576D8" w:rsidRDefault="00836FEE" w:rsidP="000576D8">
      <w:r>
        <w:rPr>
          <w:rFonts w:hint="eastAsia"/>
        </w:rPr>
        <w:t>展示室：</w:t>
      </w:r>
    </w:p>
    <w:p w:rsidR="000576D8" w:rsidRDefault="000576D8" w:rsidP="000576D8">
      <w:pPr>
        <w:rPr>
          <w:bdr w:val="single" w:sz="4" w:space="0" w:color="auto"/>
        </w:rPr>
      </w:pPr>
    </w:p>
    <w:p w:rsidR="000576D8" w:rsidRDefault="000576D8" w:rsidP="000576D8">
      <w:pPr>
        <w:rPr>
          <w:bdr w:val="single" w:sz="4" w:space="0" w:color="auto"/>
        </w:rPr>
      </w:pPr>
    </w:p>
    <w:p w:rsidR="004E55BA" w:rsidRPr="00836FEE" w:rsidRDefault="00836FEE" w:rsidP="000576D8">
      <w:r w:rsidRPr="00836FEE">
        <w:rPr>
          <w:rFonts w:hint="eastAsia"/>
        </w:rPr>
        <w:t>収蔵庫：</w:t>
      </w:r>
    </w:p>
    <w:p w:rsidR="000576D8" w:rsidRDefault="000576D8" w:rsidP="000576D8">
      <w:pPr>
        <w:rPr>
          <w:bdr w:val="single" w:sz="4" w:space="0" w:color="auto"/>
        </w:rPr>
      </w:pPr>
    </w:p>
    <w:p w:rsidR="000576D8" w:rsidRPr="000576D8" w:rsidRDefault="000576D8" w:rsidP="000576D8">
      <w:pPr>
        <w:pStyle w:val="a3"/>
        <w:numPr>
          <w:ilvl w:val="0"/>
          <w:numId w:val="3"/>
        </w:numPr>
        <w:ind w:leftChars="0"/>
        <w:rPr>
          <w:b/>
          <w:u w:val="single"/>
        </w:rPr>
      </w:pPr>
      <w:r w:rsidRPr="000576D8">
        <w:rPr>
          <w:rFonts w:hint="eastAsia"/>
          <w:b/>
          <w:u w:val="single"/>
        </w:rPr>
        <w:t>警備体制について</w:t>
      </w:r>
    </w:p>
    <w:p w:rsidR="000576D8" w:rsidRDefault="000576D8" w:rsidP="000576D8">
      <w:r w:rsidRPr="000576D8">
        <w:rPr>
          <w:rFonts w:hint="eastAsia"/>
        </w:rPr>
        <w:t>（１）</w:t>
      </w:r>
      <w:r>
        <w:rPr>
          <w:rFonts w:hint="eastAsia"/>
        </w:rPr>
        <w:t>24</w:t>
      </w:r>
      <w:r>
        <w:rPr>
          <w:rFonts w:hint="eastAsia"/>
        </w:rPr>
        <w:t>時間警備をおこなっていますか　はい・いいえ</w:t>
      </w:r>
    </w:p>
    <w:p w:rsidR="000576D8" w:rsidRDefault="000576D8" w:rsidP="000576D8"/>
    <w:p w:rsidR="000576D8" w:rsidRDefault="000576D8" w:rsidP="000576D8">
      <w:pPr>
        <w:pStyle w:val="a3"/>
        <w:numPr>
          <w:ilvl w:val="1"/>
          <w:numId w:val="3"/>
        </w:numPr>
        <w:tabs>
          <w:tab w:val="left" w:pos="426"/>
          <w:tab w:val="left" w:pos="567"/>
          <w:tab w:val="left" w:pos="709"/>
          <w:tab w:val="left" w:pos="851"/>
        </w:tabs>
        <w:ind w:leftChars="0" w:hanging="1140"/>
      </w:pPr>
      <w:r>
        <w:rPr>
          <w:rFonts w:hint="eastAsia"/>
        </w:rPr>
        <w:t>開館中の展示室警備方法について</w:t>
      </w:r>
    </w:p>
    <w:p w:rsidR="000576D8" w:rsidRPr="000576D8" w:rsidRDefault="000576D8" w:rsidP="000576D8">
      <w:pPr>
        <w:tabs>
          <w:tab w:val="left" w:pos="426"/>
          <w:tab w:val="left" w:pos="567"/>
          <w:tab w:val="left" w:pos="709"/>
          <w:tab w:val="left" w:pos="851"/>
        </w:tabs>
        <w:rPr>
          <w:u w:val="single"/>
        </w:rPr>
      </w:pPr>
      <w:r>
        <w:rPr>
          <w:rFonts w:hint="eastAsia"/>
        </w:rPr>
        <w:t xml:space="preserve">　　　・常駐する警備員による　</w:t>
      </w:r>
      <w:r w:rsidRPr="000576D8">
        <w:rPr>
          <w:rFonts w:hint="eastAsia"/>
          <w:u w:val="single"/>
        </w:rPr>
        <w:t xml:space="preserve">　　名</w:t>
      </w:r>
    </w:p>
    <w:p w:rsidR="000576D8" w:rsidRDefault="000576D8" w:rsidP="000576D8">
      <w:pPr>
        <w:rPr>
          <w:u w:val="single"/>
        </w:rPr>
      </w:pPr>
      <w:r>
        <w:rPr>
          <w:rFonts w:hint="eastAsia"/>
        </w:rPr>
        <w:t xml:space="preserve">　　　・巡回警備　　</w:t>
      </w:r>
      <w:r w:rsidRPr="000576D8">
        <w:rPr>
          <w:rFonts w:hint="eastAsia"/>
          <w:u w:val="single"/>
        </w:rPr>
        <w:t xml:space="preserve">　　時間ごと</w:t>
      </w:r>
    </w:p>
    <w:p w:rsidR="000576D8" w:rsidRDefault="000576D8" w:rsidP="000576D8">
      <w:r>
        <w:rPr>
          <w:rFonts w:hint="eastAsia"/>
        </w:rPr>
        <w:t xml:space="preserve">　　　・その他（　　　　　　　　　　　　　　　　　　　　　　　　　　　　　）</w:t>
      </w:r>
    </w:p>
    <w:p w:rsidR="000576D8" w:rsidRDefault="000576D8" w:rsidP="000576D8"/>
    <w:p w:rsidR="000576D8" w:rsidRDefault="000576D8" w:rsidP="000576D8">
      <w:pPr>
        <w:pStyle w:val="a3"/>
        <w:numPr>
          <w:ilvl w:val="1"/>
          <w:numId w:val="3"/>
        </w:numPr>
        <w:ind w:leftChars="0" w:left="0" w:firstLine="0"/>
      </w:pPr>
      <w:r>
        <w:rPr>
          <w:rFonts w:hint="eastAsia"/>
        </w:rPr>
        <w:t>閉館中の館内警備方法について</w:t>
      </w:r>
    </w:p>
    <w:p w:rsidR="000576D8" w:rsidRDefault="000576D8" w:rsidP="000576D8">
      <w:pPr>
        <w:pStyle w:val="a3"/>
        <w:ind w:leftChars="0" w:left="0"/>
        <w:rPr>
          <w:u w:val="single"/>
        </w:rPr>
      </w:pPr>
      <w:r>
        <w:rPr>
          <w:rFonts w:hint="eastAsia"/>
        </w:rPr>
        <w:t xml:space="preserve">　　　・常駐する警備員による　</w:t>
      </w:r>
      <w:r w:rsidRPr="000576D8">
        <w:rPr>
          <w:rFonts w:hint="eastAsia"/>
          <w:u w:val="single"/>
        </w:rPr>
        <w:t xml:space="preserve">　　名</w:t>
      </w:r>
    </w:p>
    <w:p w:rsidR="000576D8" w:rsidRDefault="000576D8" w:rsidP="000576D8">
      <w:pPr>
        <w:pStyle w:val="a3"/>
        <w:ind w:leftChars="0" w:left="0"/>
        <w:rPr>
          <w:u w:val="single"/>
        </w:rPr>
      </w:pPr>
      <w:r>
        <w:rPr>
          <w:rFonts w:hint="eastAsia"/>
        </w:rPr>
        <w:t xml:space="preserve">　　　・巡回警備　　</w:t>
      </w:r>
      <w:r w:rsidRPr="000576D8">
        <w:rPr>
          <w:rFonts w:hint="eastAsia"/>
          <w:u w:val="single"/>
        </w:rPr>
        <w:t xml:space="preserve">　　時間ごと</w:t>
      </w:r>
    </w:p>
    <w:p w:rsidR="000576D8" w:rsidRDefault="000576D8" w:rsidP="000576D8">
      <w:pPr>
        <w:pStyle w:val="a3"/>
        <w:ind w:leftChars="0" w:left="0"/>
        <w:rPr>
          <w:u w:val="single"/>
        </w:rPr>
      </w:pPr>
      <w:r>
        <w:rPr>
          <w:rFonts w:hint="eastAsia"/>
        </w:rPr>
        <w:t xml:space="preserve">　　　・機械警備を実施　警報発生後、警備員が到着するまでの時間　　</w:t>
      </w:r>
      <w:r w:rsidRPr="000576D8">
        <w:rPr>
          <w:rFonts w:hint="eastAsia"/>
          <w:u w:val="single"/>
        </w:rPr>
        <w:t xml:space="preserve">　　分</w:t>
      </w:r>
    </w:p>
    <w:p w:rsidR="004E55BA" w:rsidRDefault="004E55BA" w:rsidP="000576D8">
      <w:pPr>
        <w:pStyle w:val="a3"/>
        <w:ind w:leftChars="0" w:left="0"/>
      </w:pPr>
      <w:r>
        <w:rPr>
          <w:rFonts w:hint="eastAsia"/>
        </w:rPr>
        <w:t xml:space="preserve">　　　・その他（　　　　　　　　　　　　　　　　　　　　　　　　　　　　　）</w:t>
      </w:r>
    </w:p>
    <w:p w:rsidR="004E55BA" w:rsidRDefault="004E55BA" w:rsidP="000576D8">
      <w:pPr>
        <w:pStyle w:val="a3"/>
        <w:ind w:leftChars="0" w:left="0"/>
      </w:pPr>
    </w:p>
    <w:p w:rsidR="004E55BA" w:rsidRDefault="004E55BA" w:rsidP="000576D8">
      <w:pPr>
        <w:pStyle w:val="a3"/>
        <w:ind w:leftChars="0" w:left="0"/>
        <w:rPr>
          <w:rFonts w:hint="eastAsia"/>
        </w:rPr>
      </w:pPr>
      <w:bookmarkStart w:id="0" w:name="_GoBack"/>
      <w:bookmarkEnd w:id="0"/>
    </w:p>
    <w:p w:rsidR="004E55BA" w:rsidRDefault="004E55BA" w:rsidP="004E55BA">
      <w:pPr>
        <w:pStyle w:val="a3"/>
        <w:numPr>
          <w:ilvl w:val="0"/>
          <w:numId w:val="3"/>
        </w:numPr>
        <w:ind w:leftChars="0"/>
        <w:rPr>
          <w:b/>
          <w:u w:val="single"/>
        </w:rPr>
      </w:pPr>
      <w:r w:rsidRPr="004E55BA">
        <w:rPr>
          <w:rFonts w:hint="eastAsia"/>
          <w:b/>
          <w:u w:val="single"/>
        </w:rPr>
        <w:lastRenderedPageBreak/>
        <w:t>環境管理について</w:t>
      </w:r>
    </w:p>
    <w:p w:rsidR="007A3958" w:rsidRDefault="007A3958" w:rsidP="004E55BA">
      <w:pPr>
        <w:rPr>
          <w:b/>
          <w:u w:val="single"/>
        </w:rPr>
      </w:pPr>
    </w:p>
    <w:p w:rsidR="007A3958" w:rsidRDefault="007A3958" w:rsidP="007A395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展示室、収蔵庫の空調設備について</w:t>
      </w:r>
    </w:p>
    <w:p w:rsidR="007A3958" w:rsidRDefault="007A3958" w:rsidP="007A3958">
      <w:r>
        <w:rPr>
          <w:rFonts w:hint="eastAsia"/>
        </w:rPr>
        <w:t xml:space="preserve">　展示室：　温度、湿度ともに設定可能（設定値　温度　　　℃　湿度　　　％）</w:t>
      </w:r>
    </w:p>
    <w:p w:rsidR="007A3958" w:rsidRDefault="007A3958" w:rsidP="007A3958">
      <w:r>
        <w:rPr>
          <w:rFonts w:hint="eastAsia"/>
        </w:rPr>
        <w:t xml:space="preserve">　　　　　　温度のみ設定可能　（設定値　　　℃）</w:t>
      </w:r>
    </w:p>
    <w:p w:rsidR="007A3958" w:rsidRDefault="007A3958" w:rsidP="007A3958">
      <w:r>
        <w:rPr>
          <w:rFonts w:hint="eastAsia"/>
        </w:rPr>
        <w:t xml:space="preserve">　　　　　　その他（　　　　　　　　　　　　　　　　　　　　　　　　　　）</w:t>
      </w:r>
    </w:p>
    <w:p w:rsidR="007A3958" w:rsidRDefault="007A3958" w:rsidP="007A3958"/>
    <w:p w:rsidR="007A3958" w:rsidRDefault="007A3958" w:rsidP="007A3958">
      <w:r>
        <w:rPr>
          <w:rFonts w:hint="eastAsia"/>
        </w:rPr>
        <w:t xml:space="preserve">　収蔵庫：　温度、湿度ともに設定可能（設定値　温度　　　℃　湿度　　　％）</w:t>
      </w:r>
    </w:p>
    <w:p w:rsidR="007A3958" w:rsidRDefault="007A3958" w:rsidP="007A3958">
      <w:r>
        <w:rPr>
          <w:rFonts w:hint="eastAsia"/>
        </w:rPr>
        <w:t xml:space="preserve">　　　　　　温度のみ設定可能　（設定値　　　℃）</w:t>
      </w:r>
    </w:p>
    <w:p w:rsidR="007A3958" w:rsidRDefault="007A3958" w:rsidP="007A3958">
      <w:r>
        <w:rPr>
          <w:rFonts w:hint="eastAsia"/>
        </w:rPr>
        <w:t xml:space="preserve">　　　　　　その他（　　　　　　　　　　　　　　　　　　　　　　　　　　）</w:t>
      </w:r>
    </w:p>
    <w:p w:rsidR="007A3958" w:rsidRDefault="007A3958" w:rsidP="007A3958"/>
    <w:p w:rsidR="007A3958" w:rsidRDefault="007A3958" w:rsidP="007A395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展示ケースについて</w:t>
      </w:r>
    </w:p>
    <w:p w:rsidR="007A3958" w:rsidRDefault="007A3958" w:rsidP="007A3958">
      <w:r>
        <w:rPr>
          <w:rFonts w:hint="eastAsia"/>
        </w:rPr>
        <w:t xml:space="preserve">　・使用する展示ケースの台数　　</w:t>
      </w:r>
      <w:r w:rsidRPr="007A3958">
        <w:rPr>
          <w:rFonts w:hint="eastAsia"/>
          <w:u w:val="single"/>
        </w:rPr>
        <w:t xml:space="preserve">　　　台</w:t>
      </w:r>
      <w:r>
        <w:rPr>
          <w:rFonts w:hint="eastAsia"/>
        </w:rPr>
        <w:t xml:space="preserve">　（壁面ケース　　　台　移動ケース　　　台）</w:t>
      </w:r>
    </w:p>
    <w:p w:rsidR="007A3958" w:rsidRDefault="007A3958" w:rsidP="007A3958">
      <w:r>
        <w:rPr>
          <w:rFonts w:hint="eastAsia"/>
        </w:rPr>
        <w:t xml:space="preserve">　・エアタイト、またはセミエアタイトケースですか</w:t>
      </w:r>
    </w:p>
    <w:p w:rsidR="007A3958" w:rsidRDefault="00F012F9" w:rsidP="007A3958">
      <w:r>
        <w:rPr>
          <w:rFonts w:hint="eastAsia"/>
        </w:rPr>
        <w:t xml:space="preserve">　　　　　　　　　</w:t>
      </w:r>
      <w:r w:rsidR="007A3958">
        <w:rPr>
          <w:rFonts w:hint="eastAsia"/>
        </w:rPr>
        <w:t>はい（すべて、一部</w:t>
      </w:r>
      <w:r>
        <w:rPr>
          <w:rFonts w:hint="eastAsia"/>
        </w:rPr>
        <w:t xml:space="preserve">　内　壁面ケース　　　台　移動ケース　　　台</w:t>
      </w:r>
      <w:r w:rsidR="007A3958">
        <w:rPr>
          <w:rFonts w:hint="eastAsia"/>
        </w:rPr>
        <w:t>）</w:t>
      </w:r>
    </w:p>
    <w:p w:rsidR="007A3958" w:rsidRDefault="00F012F9" w:rsidP="007A3958">
      <w:r>
        <w:rPr>
          <w:rFonts w:hint="eastAsia"/>
        </w:rPr>
        <w:t xml:space="preserve">　　　　　　　　　</w:t>
      </w:r>
      <w:r w:rsidR="007A3958">
        <w:rPr>
          <w:rFonts w:hint="eastAsia"/>
        </w:rPr>
        <w:t>すべていいえ</w:t>
      </w:r>
    </w:p>
    <w:p w:rsidR="007A3958" w:rsidRDefault="007A3958" w:rsidP="007A3958">
      <w:r>
        <w:rPr>
          <w:rFonts w:hint="eastAsia"/>
        </w:rPr>
        <w:t xml:space="preserve">　・壁面ケース内は独立空調ですか　はい・いいえ</w:t>
      </w:r>
    </w:p>
    <w:p w:rsidR="007A3958" w:rsidRDefault="007A3958" w:rsidP="007A3958">
      <w:r>
        <w:rPr>
          <w:rFonts w:hint="eastAsia"/>
        </w:rPr>
        <w:t xml:space="preserve">　　　　　　　　　　　　　　　　　（はいの場合の設定値　　　　℃　　　　　％）</w:t>
      </w:r>
    </w:p>
    <w:p w:rsidR="007A3958" w:rsidRDefault="007A3958" w:rsidP="007A3958"/>
    <w:p w:rsidR="007A3958" w:rsidRDefault="007A3958" w:rsidP="007A395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温湿度監視について</w:t>
      </w:r>
    </w:p>
    <w:p w:rsidR="007A3958" w:rsidRDefault="007A3958" w:rsidP="007A3958">
      <w:r>
        <w:rPr>
          <w:rFonts w:hint="eastAsia"/>
        </w:rPr>
        <w:t xml:space="preserve">　</w:t>
      </w:r>
      <w:r w:rsidR="0072557B">
        <w:rPr>
          <w:rFonts w:hint="eastAsia"/>
        </w:rPr>
        <w:t>・</w:t>
      </w:r>
      <w:r>
        <w:rPr>
          <w:rFonts w:hint="eastAsia"/>
        </w:rPr>
        <w:t>温湿度の</w:t>
      </w:r>
      <w:r w:rsidR="00836FEE">
        <w:rPr>
          <w:rFonts w:hint="eastAsia"/>
        </w:rPr>
        <w:t>監視・記録</w:t>
      </w:r>
      <w:r>
        <w:rPr>
          <w:rFonts w:hint="eastAsia"/>
        </w:rPr>
        <w:t>を行っていますか</w:t>
      </w:r>
    </w:p>
    <w:p w:rsidR="007A3958" w:rsidRDefault="007A3958" w:rsidP="007A3958">
      <w:r>
        <w:rPr>
          <w:rFonts w:hint="eastAsia"/>
        </w:rPr>
        <w:t xml:space="preserve">　　</w:t>
      </w:r>
      <w:r w:rsidR="008410B5">
        <w:rPr>
          <w:rFonts w:hint="eastAsia"/>
        </w:rPr>
        <w:t xml:space="preserve">　　</w:t>
      </w:r>
      <w:r>
        <w:rPr>
          <w:rFonts w:hint="eastAsia"/>
        </w:rPr>
        <w:t>展示室　はい・いいえ</w:t>
      </w:r>
    </w:p>
    <w:p w:rsidR="007A3958" w:rsidRDefault="007A3958" w:rsidP="007A3958">
      <w:r>
        <w:rPr>
          <w:rFonts w:hint="eastAsia"/>
        </w:rPr>
        <w:t xml:space="preserve">　　</w:t>
      </w:r>
      <w:r w:rsidR="008410B5">
        <w:rPr>
          <w:rFonts w:hint="eastAsia"/>
        </w:rPr>
        <w:t xml:space="preserve">　　</w:t>
      </w:r>
      <w:r>
        <w:rPr>
          <w:rFonts w:hint="eastAsia"/>
        </w:rPr>
        <w:t xml:space="preserve">展示ケース内　</w:t>
      </w:r>
      <w:r w:rsidR="0072557B">
        <w:rPr>
          <w:rFonts w:hint="eastAsia"/>
        </w:rPr>
        <w:t>はい・いいえ</w:t>
      </w:r>
    </w:p>
    <w:p w:rsidR="0072557B" w:rsidRDefault="0072557B" w:rsidP="007A3958">
      <w:r>
        <w:rPr>
          <w:rFonts w:hint="eastAsia"/>
        </w:rPr>
        <w:t xml:space="preserve">　　</w:t>
      </w:r>
      <w:r w:rsidR="008410B5">
        <w:rPr>
          <w:rFonts w:hint="eastAsia"/>
        </w:rPr>
        <w:t xml:space="preserve">　　</w:t>
      </w:r>
      <w:r>
        <w:rPr>
          <w:rFonts w:hint="eastAsia"/>
        </w:rPr>
        <w:t>収蔵庫　はい・いいえ</w:t>
      </w:r>
    </w:p>
    <w:p w:rsidR="0072557B" w:rsidRDefault="0072557B" w:rsidP="007A3958"/>
    <w:p w:rsidR="0072557B" w:rsidRDefault="0072557B" w:rsidP="007A3958">
      <w:r>
        <w:rPr>
          <w:rFonts w:hint="eastAsia"/>
        </w:rPr>
        <w:t xml:space="preserve">　・記録方法について</w:t>
      </w:r>
    </w:p>
    <w:p w:rsidR="0072557B" w:rsidRDefault="0072557B" w:rsidP="007A3958">
      <w:r>
        <w:rPr>
          <w:rFonts w:hint="eastAsia"/>
        </w:rPr>
        <w:t xml:space="preserve">　　データロガー（場所、記録間隔　　　　　　　　　　　　　　　　　　　）</w:t>
      </w:r>
    </w:p>
    <w:p w:rsidR="0072557B" w:rsidRDefault="0072557B" w:rsidP="007A3958">
      <w:r>
        <w:rPr>
          <w:rFonts w:hint="eastAsia"/>
        </w:rPr>
        <w:t xml:space="preserve">　　自記式温湿度計（場所、校正頻度　　　　　　　　　　　　　　　　　　）</w:t>
      </w:r>
    </w:p>
    <w:p w:rsidR="0072557B" w:rsidRDefault="0072557B" w:rsidP="007A3958">
      <w:r>
        <w:rPr>
          <w:rFonts w:hint="eastAsia"/>
        </w:rPr>
        <w:t xml:space="preserve">　　その他（具体的に　　　　　　　　　　　　　　　　　　　　　　　　　）</w:t>
      </w:r>
    </w:p>
    <w:p w:rsidR="0072557B" w:rsidRDefault="0072557B" w:rsidP="007A3958"/>
    <w:p w:rsidR="0072557B" w:rsidRDefault="0072557B" w:rsidP="007A3958">
      <w:r>
        <w:rPr>
          <w:rFonts w:hint="eastAsia"/>
        </w:rPr>
        <w:t xml:space="preserve">　・設定値から大きく外れた場合の対応についてご記入ください。</w:t>
      </w:r>
    </w:p>
    <w:p w:rsidR="0072557B" w:rsidRDefault="0072557B" w:rsidP="007A3958"/>
    <w:p w:rsidR="0072557B" w:rsidRDefault="0072557B" w:rsidP="007A3958"/>
    <w:p w:rsidR="0072557B" w:rsidRDefault="0072557B" w:rsidP="007A3958"/>
    <w:p w:rsidR="0072557B" w:rsidRDefault="0072557B" w:rsidP="007A3958"/>
    <w:p w:rsidR="0072557B" w:rsidRDefault="0072557B" w:rsidP="007A3958">
      <w:r>
        <w:rPr>
          <w:rFonts w:hint="eastAsia"/>
        </w:rPr>
        <w:t xml:space="preserve">　＊今回の貸付資料の展示期間に相当する昨年の期間、および直近</w:t>
      </w:r>
      <w:r>
        <w:rPr>
          <w:rFonts w:hint="eastAsia"/>
        </w:rPr>
        <w:t>2</w:t>
      </w:r>
      <w:r>
        <w:rPr>
          <w:rFonts w:hint="eastAsia"/>
        </w:rPr>
        <w:t>週間程度の温湿度記録があれば参考のためにご提出ください。</w:t>
      </w:r>
    </w:p>
    <w:p w:rsidR="0072557B" w:rsidRDefault="0072557B" w:rsidP="007A3958"/>
    <w:p w:rsidR="0072557B" w:rsidRPr="007A3958" w:rsidRDefault="0072557B" w:rsidP="007A3958"/>
    <w:sectPr w:rsidR="0072557B" w:rsidRPr="007A3958" w:rsidSect="004E55BA">
      <w:pgSz w:w="11906" w:h="16838"/>
      <w:pgMar w:top="1276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22190"/>
    <w:multiLevelType w:val="hybridMultilevel"/>
    <w:tmpl w:val="11EE4B50"/>
    <w:lvl w:ilvl="0" w:tplc="C5640DF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596E23"/>
    <w:multiLevelType w:val="hybridMultilevel"/>
    <w:tmpl w:val="512432CE"/>
    <w:lvl w:ilvl="0" w:tplc="24EE1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B706FC"/>
    <w:multiLevelType w:val="hybridMultilevel"/>
    <w:tmpl w:val="E984E926"/>
    <w:lvl w:ilvl="0" w:tplc="A796D444">
      <w:start w:val="1"/>
      <w:numFmt w:val="decimalFullWidth"/>
      <w:lvlText w:val="%1．"/>
      <w:lvlJc w:val="left"/>
      <w:pPr>
        <w:ind w:left="8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A737C3B"/>
    <w:multiLevelType w:val="hybridMultilevel"/>
    <w:tmpl w:val="D5A23A1A"/>
    <w:lvl w:ilvl="0" w:tplc="3D02ED6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54E0877"/>
    <w:multiLevelType w:val="hybridMultilevel"/>
    <w:tmpl w:val="618ED88A"/>
    <w:lvl w:ilvl="0" w:tplc="C30E8AA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C7BE5D2E">
      <w:start w:val="2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05"/>
    <w:rsid w:val="000576D8"/>
    <w:rsid w:val="00350179"/>
    <w:rsid w:val="004E55BA"/>
    <w:rsid w:val="0072557B"/>
    <w:rsid w:val="007A3958"/>
    <w:rsid w:val="007F06FD"/>
    <w:rsid w:val="00804816"/>
    <w:rsid w:val="00836FEE"/>
    <w:rsid w:val="008410B5"/>
    <w:rsid w:val="008F4605"/>
    <w:rsid w:val="00D41611"/>
    <w:rsid w:val="00F0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504614-6FF0-444C-9F8E-4B4C5970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60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255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255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EFD12C4E</Template>
  <TotalTime>259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東京国立博物館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吉田直人</dc:creator>
  <cp:keywords/>
  <dc:description/>
  <cp:lastModifiedBy>曽田めぐみ</cp:lastModifiedBy>
  <cp:revision>7</cp:revision>
  <cp:lastPrinted>2018-09-20T02:26:00Z</cp:lastPrinted>
  <dcterms:created xsi:type="dcterms:W3CDTF">2018-09-20T01:37:00Z</dcterms:created>
  <dcterms:modified xsi:type="dcterms:W3CDTF">2018-11-29T00:45:00Z</dcterms:modified>
</cp:coreProperties>
</file>